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0828AA" w:rsidRDefault="0003383A" w:rsidP="00891BD4">
      <w:pPr>
        <w:spacing w:before="0" w:after="0"/>
        <w:rPr>
          <w:color w:val="FF0000"/>
        </w:rPr>
      </w:pPr>
      <w:r>
        <w:rPr>
          <w:i/>
          <w:noProof/>
          <w:sz w:val="3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1A588BB7" wp14:editId="51F4B163">
            <wp:simplePos x="0" y="0"/>
            <wp:positionH relativeFrom="column">
              <wp:posOffset>7771130</wp:posOffset>
            </wp:positionH>
            <wp:positionV relativeFrom="paragraph">
              <wp:posOffset>-1797685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2268"/>
        <w:gridCol w:w="2126"/>
        <w:gridCol w:w="2127"/>
        <w:gridCol w:w="1869"/>
      </w:tblGrid>
      <w:tr w:rsidR="008F6460" w:rsidRPr="00E9602C" w:rsidTr="00D917A8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7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869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D917A8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1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26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7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69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FA4EA0" w:rsidRPr="00E9602C" w:rsidTr="00D917A8">
        <w:trPr>
          <w:trHeight w:val="616"/>
        </w:trPr>
        <w:tc>
          <w:tcPr>
            <w:tcW w:w="1668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020722" w:rsidRDefault="00020722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F</w:t>
            </w:r>
            <w:r w:rsidR="00B271AE">
              <w:rPr>
                <w:sz w:val="20"/>
              </w:rPr>
              <w:t>lacons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unidose</w:t>
            </w:r>
            <w:r w:rsidR="00F24E7C">
              <w:rPr>
                <w:sz w:val="20"/>
              </w:rPr>
              <w:t>s</w:t>
            </w:r>
            <w:proofErr w:type="spellEnd"/>
          </w:p>
          <w:p w:rsidR="00675BDF" w:rsidRDefault="00020722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120 mg</w:t>
            </w:r>
          </w:p>
          <w:p w:rsidR="00020722" w:rsidRPr="00664B42" w:rsidRDefault="00020722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400 mg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75BDF" w:rsidRPr="00664B42" w:rsidRDefault="00020722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Toujours prép</w:t>
            </w:r>
            <w:r w:rsidR="00B271AE">
              <w:rPr>
                <w:sz w:val="20"/>
              </w:rPr>
              <w:t>aré</w:t>
            </w:r>
            <w:r>
              <w:rPr>
                <w:sz w:val="20"/>
              </w:rPr>
              <w:t xml:space="preserve"> par la pharm</w:t>
            </w:r>
            <w:r w:rsidR="00B271AE">
              <w:rPr>
                <w:sz w:val="20"/>
              </w:rPr>
              <w:t>acie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675BDF" w:rsidRPr="00664B42" w:rsidRDefault="00675BDF" w:rsidP="00664B42">
            <w:pPr>
              <w:pStyle w:val="Sansinterligne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24" w:space="0" w:color="auto"/>
              <w:left w:val="single" w:sz="24" w:space="0" w:color="auto"/>
            </w:tcBorders>
          </w:tcPr>
          <w:p w:rsidR="00675BDF" w:rsidRPr="00664B42" w:rsidRDefault="00675BDF" w:rsidP="00664B42">
            <w:pPr>
              <w:pStyle w:val="Sansinterligne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675BDF" w:rsidRPr="00664B42" w:rsidRDefault="00020722" w:rsidP="00686ACB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>Ad 250 mL NS seulement</w:t>
            </w:r>
          </w:p>
        </w:tc>
        <w:tc>
          <w:tcPr>
            <w:tcW w:w="2127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B271AE" w:rsidRDefault="00B271AE" w:rsidP="00B271AE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>Perfusion IV en 1 heure</w:t>
            </w:r>
          </w:p>
          <w:p w:rsidR="00675BDF" w:rsidRPr="00664B42" w:rsidRDefault="00B271AE" w:rsidP="00B271AE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  <w:szCs w:val="21"/>
              </w:rPr>
              <w:t>Ralentir la vitesse de perfusion si réactions mineures liées à la perfusion.</w:t>
            </w:r>
          </w:p>
        </w:tc>
        <w:tc>
          <w:tcPr>
            <w:tcW w:w="1869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020722" w:rsidRDefault="00020722" w:rsidP="00686ACB">
            <w:pPr>
              <w:pStyle w:val="Sansinterligne"/>
              <w:jc w:val="lef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Inverser seulement le sac délicatement pour mélanger. Ne pas agiter</w:t>
            </w:r>
            <w:r w:rsidR="00B271AE">
              <w:rPr>
                <w:sz w:val="20"/>
                <w:szCs w:val="21"/>
              </w:rPr>
              <w:t>.</w:t>
            </w:r>
          </w:p>
          <w:p w:rsidR="00FA4EA0" w:rsidRPr="00664B42" w:rsidRDefault="00FA4EA0" w:rsidP="00686ACB">
            <w:pPr>
              <w:pStyle w:val="Sansinterligne"/>
              <w:jc w:val="left"/>
              <w:rPr>
                <w:sz w:val="20"/>
                <w:szCs w:val="21"/>
              </w:rPr>
            </w:pPr>
          </w:p>
        </w:tc>
      </w:tr>
      <w:tr w:rsidR="006008D6" w:rsidRPr="00E9602C" w:rsidTr="00C03BC6">
        <w:trPr>
          <w:trHeight w:val="404"/>
        </w:trPr>
        <w:tc>
          <w:tcPr>
            <w:tcW w:w="1668" w:type="dxa"/>
            <w:vMerge/>
            <w:tcBorders>
              <w:top w:val="single" w:sz="24" w:space="0" w:color="auto"/>
              <w:right w:val="single" w:sz="24" w:space="0" w:color="auto"/>
            </w:tcBorders>
          </w:tcPr>
          <w:p w:rsidR="006008D6" w:rsidRPr="00D917A8" w:rsidRDefault="006008D6" w:rsidP="0077437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24" w:space="0" w:color="auto"/>
              <w:left w:val="single" w:sz="24" w:space="0" w:color="auto"/>
            </w:tcBorders>
          </w:tcPr>
          <w:p w:rsidR="006008D6" w:rsidRPr="00D917A8" w:rsidRDefault="006008D6" w:rsidP="00774376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24" w:space="0" w:color="auto"/>
              <w:right w:val="single" w:sz="24" w:space="0" w:color="auto"/>
            </w:tcBorders>
          </w:tcPr>
          <w:p w:rsidR="006008D6" w:rsidRPr="00D917A8" w:rsidRDefault="006008D6" w:rsidP="00774376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24" w:space="0" w:color="auto"/>
            </w:tcBorders>
          </w:tcPr>
          <w:p w:rsidR="00D917A8" w:rsidRPr="00664B42" w:rsidRDefault="00D917A8" w:rsidP="00664B42">
            <w:pPr>
              <w:pStyle w:val="Sansinterligne"/>
              <w:rPr>
                <w:sz w:val="20"/>
              </w:rPr>
            </w:pPr>
          </w:p>
        </w:tc>
        <w:tc>
          <w:tcPr>
            <w:tcW w:w="2126" w:type="dxa"/>
            <w:vMerge w:val="restart"/>
          </w:tcPr>
          <w:p w:rsidR="00675BDF" w:rsidRPr="00664B42" w:rsidRDefault="00675BDF" w:rsidP="00664B42">
            <w:pPr>
              <w:pStyle w:val="Sansinterligne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6008D6" w:rsidRDefault="006008D6" w:rsidP="0065712B">
            <w:pPr>
              <w:keepNext/>
              <w:jc w:val="left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6008D6" w:rsidRPr="00C278A4" w:rsidRDefault="006008D6" w:rsidP="0065712B">
            <w:pPr>
              <w:jc w:val="left"/>
              <w:rPr>
                <w:sz w:val="21"/>
                <w:szCs w:val="21"/>
              </w:rPr>
            </w:pPr>
          </w:p>
        </w:tc>
      </w:tr>
      <w:tr w:rsidR="006008D6" w:rsidRPr="00E9602C" w:rsidTr="00D917A8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6008D6" w:rsidRPr="00D917A8" w:rsidRDefault="006008D6" w:rsidP="00774376">
            <w:pPr>
              <w:keepNext/>
              <w:spacing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D917A8">
              <w:rPr>
                <w:rFonts w:cstheme="minorHAnsi"/>
                <w:sz w:val="20"/>
                <w:szCs w:val="20"/>
              </w:rPr>
              <w:t>Conservation :</w:t>
            </w:r>
            <w:r w:rsidR="00323119">
              <w:rPr>
                <w:rFonts w:cstheme="minorHAnsi"/>
                <w:sz w:val="20"/>
                <w:szCs w:val="20"/>
              </w:rPr>
              <w:t xml:space="preserve"> Frigo</w:t>
            </w:r>
          </w:p>
          <w:p w:rsidR="00363019" w:rsidRPr="00C278A4" w:rsidRDefault="00363019" w:rsidP="00675BDF">
            <w:pPr>
              <w:pStyle w:val="Sansinterligne"/>
              <w:jc w:val="left"/>
              <w:rPr>
                <w:sz w:val="21"/>
                <w:szCs w:val="21"/>
              </w:rPr>
            </w:pPr>
            <w:r w:rsidRPr="00664B42">
              <w:rPr>
                <w:sz w:val="20"/>
                <w:szCs w:val="20"/>
              </w:rPr>
              <w:t>Abri de la lumière</w:t>
            </w:r>
          </w:p>
        </w:tc>
        <w:tc>
          <w:tcPr>
            <w:tcW w:w="1417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6008D6" w:rsidRPr="00E9602C" w:rsidRDefault="006008D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6008D6" w:rsidRPr="00E9602C" w:rsidRDefault="006008D6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6008D6" w:rsidRPr="00E9602C" w:rsidRDefault="006008D6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008D6" w:rsidRPr="00E9602C" w:rsidRDefault="006008D6" w:rsidP="00774376">
            <w:pPr>
              <w:keepNext/>
              <w:jc w:val="left"/>
            </w:pPr>
          </w:p>
        </w:tc>
        <w:tc>
          <w:tcPr>
            <w:tcW w:w="2127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6008D6" w:rsidRPr="00E9602C" w:rsidRDefault="006008D6" w:rsidP="0065712B">
            <w:pPr>
              <w:keepNext/>
              <w:jc w:val="left"/>
            </w:pPr>
          </w:p>
        </w:tc>
        <w:tc>
          <w:tcPr>
            <w:tcW w:w="1869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008D6" w:rsidRPr="00E9602C" w:rsidRDefault="006008D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306654" w:rsidP="009854CA">
            <w:pPr>
              <w:spacing w:after="0"/>
              <w:jc w:val="left"/>
            </w:pPr>
          </w:p>
        </w:tc>
        <w:tc>
          <w:tcPr>
            <w:tcW w:w="11650" w:type="dxa"/>
            <w:vAlign w:val="center"/>
          </w:tcPr>
          <w:p w:rsidR="00306654" w:rsidRDefault="00306654" w:rsidP="00323119">
            <w:pPr>
              <w:spacing w:after="0"/>
              <w:jc w:val="left"/>
            </w:pPr>
          </w:p>
        </w:tc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494B0D" w:rsidP="0030659A">
            <w:pPr>
              <w:spacing w:after="0"/>
              <w:ind w:right="-533"/>
              <w:jc w:val="left"/>
            </w:pPr>
            <w:r>
              <w:t>Sac </w:t>
            </w:r>
            <w:r w:rsidR="00306654">
              <w:t xml:space="preserve">: </w:t>
            </w:r>
          </w:p>
        </w:tc>
        <w:sdt>
          <w:sdtPr>
            <w:id w:val="1960842908"/>
            <w:lock w:val="sdtLocked"/>
            <w:placeholder>
              <w:docPart w:val="3A36184B87634826ACD9BF345960AAA7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Default="00686ACB" w:rsidP="00686ACB">
                <w:pPr>
                  <w:spacing w:after="0"/>
                  <w:jc w:val="left"/>
                </w:pPr>
                <w:r>
                  <w:t>L’administration doit débuter dans l’heure suivant la préparation</w:t>
                </w:r>
                <w:r w:rsidR="007F6B67">
                  <w:t xml:space="preserve"> et ne pas dépasser 8 heures après celle-ci.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0" w:name="_Toc424288453"/>
      <w:sdt>
        <w:sdtPr>
          <w:rPr>
            <w:rFonts w:cstheme="minorHAnsi"/>
          </w:rPr>
          <w:id w:val="-1968195364"/>
          <w:lock w:val="sdtLocked"/>
          <w:placeholder>
            <w:docPart w:val="8D4D85A031654B8D86B19CF6DA8201E1"/>
          </w:placeholder>
        </w:sdtPr>
        <w:sdtEndPr/>
        <w:sdtContent>
          <w:r w:rsidR="007F6B67">
            <w:rPr>
              <w:rFonts w:cstheme="minorHAnsi"/>
            </w:rPr>
            <w:t>NS seulement</w:t>
          </w:r>
        </w:sdtContent>
      </w:sdt>
    </w:p>
    <w:p w:rsidR="00DE1B28" w:rsidRPr="00F36FC5" w:rsidRDefault="00C278A4" w:rsidP="00F36FC5">
      <w:pPr>
        <w:spacing w:before="240"/>
        <w:jc w:val="left"/>
        <w:rPr>
          <w:rFonts w:cstheme="minorHAnsi"/>
          <w:b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  <w:b/>
          </w:rPr>
          <w:id w:val="189185613"/>
          <w:lock w:val="sdtLocked"/>
          <w:placeholder>
            <w:docPart w:val="FCFC39AC3A534815B1C92F5628D9D603"/>
          </w:placeholder>
        </w:sdtPr>
        <w:sdtEndPr/>
        <w:sdtContent>
          <w:r w:rsidR="00020722">
            <w:rPr>
              <w:rFonts w:cstheme="minorHAnsi"/>
            </w:rPr>
            <w:t xml:space="preserve">Ne </w:t>
          </w:r>
          <w:r w:rsidR="00B271AE">
            <w:rPr>
              <w:rFonts w:cstheme="minorHAnsi"/>
            </w:rPr>
            <w:t>doit pas être perfusé avec d’autres produits dans la même tubulure</w:t>
          </w:r>
        </w:sdtContent>
      </w:sdt>
    </w:p>
    <w:p w:rsidR="00675BDF" w:rsidRDefault="00675BDF" w:rsidP="00675BDF">
      <w:pPr>
        <w:spacing w:after="0"/>
        <w:jc w:val="left"/>
        <w:rPr>
          <w:b/>
          <w:color w:val="00B050"/>
          <w:sz w:val="32"/>
          <w:szCs w:val="36"/>
        </w:rPr>
      </w:pPr>
    </w:p>
    <w:p w:rsidR="007F4C0E" w:rsidRDefault="007F4C0E" w:rsidP="00675BDF">
      <w:pPr>
        <w:spacing w:after="0"/>
        <w:jc w:val="left"/>
        <w:rPr>
          <w:b/>
          <w:color w:val="00B050"/>
          <w:sz w:val="32"/>
          <w:szCs w:val="36"/>
        </w:rPr>
        <w:sectPr w:rsidR="007F4C0E" w:rsidSect="006D1CD5">
          <w:headerReference w:type="even" r:id="rId10"/>
          <w:headerReference w:type="default" r:id="rId11"/>
          <w:footerReference w:type="default" r:id="rId12"/>
          <w:headerReference w:type="first" r:id="rId13"/>
          <w:pgSz w:w="15840" w:h="12240" w:orient="landscape"/>
          <w:pgMar w:top="1531" w:right="1440" w:bottom="851" w:left="1440" w:header="680" w:footer="567" w:gutter="0"/>
          <w:cols w:space="708"/>
          <w:docGrid w:linePitch="360"/>
        </w:sectPr>
      </w:pPr>
    </w:p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7F6B67" w:rsidRPr="004B4845" w:rsidRDefault="007F6B67" w:rsidP="00C917C0">
            <w:pPr>
              <w:pStyle w:val="Sansinterligne"/>
              <w:jc w:val="left"/>
              <w:rPr>
                <w:b/>
                <w:u w:val="single"/>
              </w:rPr>
            </w:pPr>
            <w:r w:rsidRPr="004B4845">
              <w:rPr>
                <w:b/>
                <w:u w:val="single"/>
              </w:rPr>
              <w:t>Précautions :</w:t>
            </w:r>
          </w:p>
          <w:p w:rsidR="009B59CB" w:rsidRDefault="009B59CB" w:rsidP="00C917C0">
            <w:pPr>
              <w:pStyle w:val="Sansinterligne"/>
              <w:jc w:val="left"/>
            </w:pPr>
            <w:r w:rsidRPr="009B59CB">
              <w:t>Il peut être difficile de faire la distinction entre les réactions d’hypersensibilité et les réactions générales liées à la perfusion.</w:t>
            </w:r>
          </w:p>
          <w:p w:rsidR="00C917C0" w:rsidRDefault="00C917C0" w:rsidP="00C917C0">
            <w:pPr>
              <w:pStyle w:val="Sansinterligne"/>
              <w:jc w:val="left"/>
            </w:pPr>
            <w:r>
              <w:t xml:space="preserve">Le risque d’hypersensibilité tardive est plus important chez  les patients qui ont des antécédents d’allergies à plusieurs médicaments ou d’hypersensibilité importante. </w:t>
            </w:r>
          </w:p>
          <w:p w:rsidR="00C917C0" w:rsidRPr="009B59CB" w:rsidRDefault="00C917C0" w:rsidP="00C917C0">
            <w:pPr>
              <w:pStyle w:val="Sansinterligne"/>
              <w:jc w:val="left"/>
            </w:pPr>
            <w:r>
              <w:t>La prémédication avec un antihistaminique et un antipyrétique pourrait être envisagée.</w:t>
            </w:r>
          </w:p>
          <w:p w:rsidR="00020722" w:rsidRDefault="007F6B67" w:rsidP="00C917C0">
            <w:pPr>
              <w:pStyle w:val="Sansinterligne"/>
              <w:jc w:val="left"/>
            </w:pPr>
            <w:r>
              <w:t>Les vaccins vivants ne doivent pas être administrés dans les</w:t>
            </w:r>
            <w:r w:rsidR="00020722">
              <w:t xml:space="preserve"> 30 jours av</w:t>
            </w:r>
            <w:r>
              <w:t xml:space="preserve">ant et après </w:t>
            </w:r>
            <w:proofErr w:type="spellStart"/>
            <w:r>
              <w:t>belimumab</w:t>
            </w:r>
            <w:proofErr w:type="spellEnd"/>
            <w:r w:rsidR="006C6FD8">
              <w:t>.</w:t>
            </w:r>
          </w:p>
          <w:p w:rsidR="007F6B67" w:rsidRPr="004B4845" w:rsidRDefault="007F6B67" w:rsidP="00C917C0">
            <w:pPr>
              <w:pStyle w:val="Sansinterligne"/>
              <w:jc w:val="left"/>
              <w:rPr>
                <w:b/>
                <w:u w:val="single"/>
              </w:rPr>
            </w:pPr>
            <w:r w:rsidRPr="004B4845">
              <w:rPr>
                <w:b/>
                <w:u w:val="single"/>
              </w:rPr>
              <w:t>Monitorage :</w:t>
            </w:r>
          </w:p>
          <w:p w:rsidR="004C510C" w:rsidRDefault="00BA632C" w:rsidP="00C917C0">
            <w:pPr>
              <w:pStyle w:val="Sansinterligne"/>
              <w:jc w:val="left"/>
            </w:pPr>
            <w:r w:rsidRPr="00BA632C">
              <w:t>Signe</w:t>
            </w:r>
            <w:r>
              <w:t>s vitaux avant</w:t>
            </w:r>
            <w:r w:rsidR="004C510C">
              <w:t xml:space="preserve"> la perfusion, </w:t>
            </w:r>
            <w:r>
              <w:t>aux 30 minutes</w:t>
            </w:r>
            <w:r w:rsidR="004C510C">
              <w:t xml:space="preserve"> pendant la perfusion et pour </w:t>
            </w:r>
            <w:r>
              <w:t>2 heures</w:t>
            </w:r>
            <w:r w:rsidR="004C510C">
              <w:t xml:space="preserve"> post-perfusion </w:t>
            </w:r>
            <w:r>
              <w:t>pour les 2 premiè</w:t>
            </w:r>
            <w:r w:rsidR="004C510C">
              <w:t>res doses.</w:t>
            </w:r>
          </w:p>
          <w:p w:rsidR="00BA632C" w:rsidRPr="00BA632C" w:rsidRDefault="004C510C" w:rsidP="00C917C0">
            <w:pPr>
              <w:pStyle w:val="Sansinterligne"/>
              <w:jc w:val="left"/>
            </w:pPr>
            <w:r w:rsidRPr="00BA632C">
              <w:t>Signe</w:t>
            </w:r>
            <w:r>
              <w:t xml:space="preserve">s vitaux avant la perfusion, aux 30 minutes pendant la perfusion, 30 minutes X 2 post perfusion après les 2 premières doses ou pendant une période </w:t>
            </w:r>
            <w:r w:rsidR="008D0EDE">
              <w:t xml:space="preserve">adaptée en fonction de </w:t>
            </w:r>
            <w:r>
              <w:t xml:space="preserve">la tolérance du patient. </w:t>
            </w:r>
          </w:p>
          <w:p w:rsidR="00323119" w:rsidRDefault="007F6B67" w:rsidP="00C917C0">
            <w:pPr>
              <w:pStyle w:val="Sansinterligne"/>
              <w:jc w:val="left"/>
            </w:pPr>
            <w:r>
              <w:t xml:space="preserve">Signes et symptômes d’hypersensibilité ou de réactions liées à la perfusion pendant et </w:t>
            </w:r>
            <w:r w:rsidRPr="004C510C">
              <w:t>après</w:t>
            </w:r>
            <w:r w:rsidR="004C510C">
              <w:t>.</w:t>
            </w:r>
          </w:p>
          <w:p w:rsidR="007F6B67" w:rsidRPr="00664B42" w:rsidRDefault="007F6B67" w:rsidP="00BA632C">
            <w:pPr>
              <w:pStyle w:val="Sansinterligne"/>
              <w:jc w:val="left"/>
            </w:pPr>
            <w:r>
              <w:t>Aggravation de la dépression, changements d’humeur, pensées suicidaires</w:t>
            </w:r>
          </w:p>
        </w:tc>
        <w:tc>
          <w:tcPr>
            <w:tcW w:w="6550" w:type="dxa"/>
          </w:tcPr>
          <w:p w:rsidR="009B59CB" w:rsidRDefault="00323119" w:rsidP="007F6B67">
            <w:pPr>
              <w:pStyle w:val="Sansinterligne"/>
              <w:jc w:val="left"/>
            </w:pPr>
            <w:r>
              <w:t>Diarrhé</w:t>
            </w:r>
            <w:r w:rsidR="007F6B67">
              <w:t>e</w:t>
            </w:r>
            <w:r>
              <w:t>s,</w:t>
            </w:r>
            <w:r w:rsidR="007F6B67">
              <w:t xml:space="preserve"> </w:t>
            </w:r>
            <w:r>
              <w:t>nausées</w:t>
            </w:r>
            <w:r w:rsidR="009B59CB">
              <w:t xml:space="preserve"> </w:t>
            </w:r>
          </w:p>
          <w:p w:rsidR="00323119" w:rsidRDefault="009B59CB" w:rsidP="007F6B67">
            <w:pPr>
              <w:pStyle w:val="Sansinterligne"/>
              <w:jc w:val="left"/>
            </w:pPr>
            <w:r>
              <w:t>Réactions liées à la perfusion (</w:t>
            </w:r>
            <w:r w:rsidR="00C917C0">
              <w:t>céphalées, nausées, arthralgie, hypo- ou hypertension, pyrexie, éruption cutanée, prurit, urticaire</w:t>
            </w:r>
            <w:r>
              <w:t>)</w:t>
            </w:r>
          </w:p>
          <w:p w:rsidR="007F6B67" w:rsidRDefault="007F6B67" w:rsidP="007F6B67">
            <w:pPr>
              <w:pStyle w:val="Sansinterligne"/>
              <w:jc w:val="left"/>
            </w:pPr>
            <w:r>
              <w:t>Risque accru d’infection</w:t>
            </w:r>
          </w:p>
          <w:p w:rsidR="007F6B67" w:rsidRDefault="007F6B67" w:rsidP="007F6B67">
            <w:pPr>
              <w:pStyle w:val="Sansinterligne"/>
              <w:jc w:val="left"/>
            </w:pPr>
            <w:r>
              <w:t>Troubles psychiatriques : anxiété, insomnie, dépression, idées suicidaires</w:t>
            </w:r>
          </w:p>
          <w:p w:rsidR="007F6B67" w:rsidRDefault="007F6B67" w:rsidP="007F6B67">
            <w:pPr>
              <w:pStyle w:val="Sansinterligne"/>
              <w:jc w:val="left"/>
            </w:pPr>
            <w:r>
              <w:t>Réactions allergiques tardives non-aigües pouvant apparaître jusqu’à une semaine post-perf</w:t>
            </w:r>
            <w:r w:rsidR="009B59CB">
              <w:t xml:space="preserve">usion : </w:t>
            </w:r>
            <w:r>
              <w:t>érupt</w:t>
            </w:r>
            <w:r w:rsidR="009B59CB">
              <w:t xml:space="preserve">ions cutanées, nausées, </w:t>
            </w:r>
            <w:r w:rsidR="00C917C0">
              <w:t>fatigue</w:t>
            </w:r>
            <w:r w:rsidR="009B59CB">
              <w:t xml:space="preserve">, </w:t>
            </w:r>
            <w:r w:rsidR="00C917C0">
              <w:t>myal</w:t>
            </w:r>
            <w:r>
              <w:t>gie</w:t>
            </w:r>
            <w:r w:rsidR="009B59CB">
              <w:t>,</w:t>
            </w:r>
            <w:r>
              <w:t xml:space="preserve"> céphalée</w:t>
            </w:r>
            <w:r w:rsidR="009B59CB">
              <w:t>,</w:t>
            </w:r>
            <w:r>
              <w:t xml:space="preserve"> </w:t>
            </w:r>
            <w:r w:rsidR="00C917C0">
              <w:t>œdème</w:t>
            </w:r>
            <w:r>
              <w:t xml:space="preserve"> du visage</w:t>
            </w:r>
          </w:p>
          <w:p w:rsidR="007F6B67" w:rsidRDefault="007F6B67" w:rsidP="007F6B67">
            <w:pPr>
              <w:pStyle w:val="Sansinterligne"/>
              <w:jc w:val="left"/>
            </w:pPr>
          </w:p>
          <w:p w:rsidR="009B59CB" w:rsidRPr="004B4845" w:rsidRDefault="004B4845" w:rsidP="007F6B67">
            <w:pPr>
              <w:pStyle w:val="Sansinterligne"/>
              <w:jc w:val="left"/>
              <w:rPr>
                <w:b/>
              </w:rPr>
            </w:pPr>
            <w:bookmarkStart w:id="1" w:name="_GoBack"/>
            <w:r w:rsidRPr="004B4845">
              <w:rPr>
                <w:b/>
              </w:rPr>
              <w:t>Graves ou moins fréquents</w:t>
            </w:r>
            <w:r w:rsidR="009B59CB" w:rsidRPr="004B4845">
              <w:rPr>
                <w:b/>
              </w:rPr>
              <w:t> :</w:t>
            </w:r>
          </w:p>
          <w:bookmarkEnd w:id="1"/>
          <w:p w:rsidR="00323119" w:rsidRDefault="00323119" w:rsidP="007F6B67">
            <w:pPr>
              <w:pStyle w:val="Sansinterligne"/>
              <w:jc w:val="left"/>
            </w:pPr>
            <w:r>
              <w:t>Réaction</w:t>
            </w:r>
            <w:r w:rsidR="009B59CB">
              <w:t>s</w:t>
            </w:r>
            <w:r>
              <w:t xml:space="preserve"> d’hypersensibilité</w:t>
            </w:r>
            <w:r w:rsidR="009B59CB">
              <w:t xml:space="preserve"> incluant anaphylaxie</w:t>
            </w:r>
            <w:r w:rsidR="00C917C0">
              <w:t> (</w:t>
            </w:r>
            <w:proofErr w:type="spellStart"/>
            <w:r w:rsidR="009B59CB">
              <w:t>angi</w:t>
            </w:r>
            <w:r w:rsidR="00C917C0">
              <w:t>œdème</w:t>
            </w:r>
            <w:proofErr w:type="spellEnd"/>
            <w:r>
              <w:t xml:space="preserve">, </w:t>
            </w:r>
            <w:r w:rsidR="009B59CB">
              <w:t>éruption cutanée, prurit, dyspnée)</w:t>
            </w:r>
          </w:p>
          <w:p w:rsidR="00C917C0" w:rsidRDefault="00C917C0" w:rsidP="007F6B67">
            <w:pPr>
              <w:pStyle w:val="Sansinterligne"/>
              <w:jc w:val="left"/>
            </w:pPr>
            <w:r>
              <w:t>L</w:t>
            </w:r>
            <w:r w:rsidR="00020722">
              <w:t>eucoencéphalopathie multifocale progressive</w:t>
            </w:r>
          </w:p>
          <w:p w:rsidR="00323119" w:rsidRPr="00664B42" w:rsidRDefault="00C917C0" w:rsidP="006C6FD8">
            <w:pPr>
              <w:pStyle w:val="Sansinterligne"/>
              <w:jc w:val="left"/>
            </w:pPr>
            <w:r>
              <w:t>I</w:t>
            </w:r>
            <w:r w:rsidR="006C6FD8">
              <w:t>nfections opportunistes, i</w:t>
            </w:r>
            <w:r w:rsidR="00323119">
              <w:t>nfections sévères ou mortelles</w:t>
            </w:r>
          </w:p>
        </w:tc>
      </w:tr>
    </w:tbl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D1CD5"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DE7" w:rsidRDefault="00B01DE7" w:rsidP="008F3D94">
      <w:pPr>
        <w:spacing w:after="0" w:line="240" w:lineRule="auto"/>
      </w:pPr>
      <w:r>
        <w:separator/>
      </w:r>
    </w:p>
  </w:endnote>
  <w:endnote w:type="continuationSeparator" w:id="0">
    <w:p w:rsidR="00B01DE7" w:rsidRDefault="00B01DE7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proofErr w:type="spellStart"/>
    <w:r w:rsidRPr="00174E60">
      <w:rPr>
        <w:color w:val="595959" w:themeColor="text1" w:themeTint="A6"/>
      </w:rPr>
      <w:t>Rév</w:t>
    </w:r>
    <w:proofErr w:type="spellEnd"/>
    <w:r w:rsidRPr="00174E60">
      <w:rPr>
        <w:color w:val="595959" w:themeColor="text1" w:themeTint="A6"/>
      </w:rPr>
      <w:t xml:space="preserve">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4B4845">
      <w:rPr>
        <w:b/>
        <w:noProof/>
      </w:rPr>
      <w:t>2024-09-12 10:28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4B4845" w:rsidRPr="004B4845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4B4845" w:rsidRPr="004B4845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DE7" w:rsidRDefault="00B01DE7" w:rsidP="008F3D94">
      <w:pPr>
        <w:spacing w:after="0" w:line="240" w:lineRule="auto"/>
      </w:pPr>
      <w:r>
        <w:separator/>
      </w:r>
    </w:p>
  </w:footnote>
  <w:footnote w:type="continuationSeparator" w:id="0">
    <w:p w:rsidR="00B01DE7" w:rsidRDefault="00B01DE7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4B484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7196" w:type="dxa"/>
      <w:tblLook w:val="04A0" w:firstRow="1" w:lastRow="0" w:firstColumn="1" w:lastColumn="0" w:noHBand="0" w:noVBand="1"/>
    </w:tblPr>
    <w:tblGrid>
      <w:gridCol w:w="5980"/>
    </w:tblGrid>
    <w:tr w:rsidR="00664B42" w:rsidRPr="00A426B2" w:rsidTr="00875AFE">
      <w:tc>
        <w:tcPr>
          <w:tcW w:w="5980" w:type="dxa"/>
        </w:tcPr>
        <w:p w:rsidR="00664B42" w:rsidRDefault="004E55CA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10E9B68A" wp14:editId="710C8C7E">
                    <wp:simplePos x="0" y="0"/>
                    <wp:positionH relativeFrom="column">
                      <wp:posOffset>-4921308</wp:posOffset>
                    </wp:positionH>
                    <wp:positionV relativeFrom="paragraph">
                      <wp:posOffset>-58420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387.5pt;margin-top:-4.6pt;width:127.45pt;height:4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" filled="f" stroked="f">
                    <v:textbox>
                      <w:txbxContent>
                        <w:p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64B42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0976BF1A" wp14:editId="2B8E0F8E">
                <wp:simplePos x="0" y="0"/>
                <wp:positionH relativeFrom="column">
                  <wp:posOffset>-256513</wp:posOffset>
                </wp:positionH>
                <wp:positionV relativeFrom="paragraph">
                  <wp:posOffset>1298</wp:posOffset>
                </wp:positionV>
                <wp:extent cx="351149" cy="351183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1149" cy="351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64B42" w:rsidRPr="00A426B2" w:rsidRDefault="00B01DE7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 w:rsidRPr="009405BA">
            <w:rPr>
              <w:rFonts w:ascii="Arial Narrow" w:hAnsi="Arial Narrow" w:cstheme="minorHAnsi"/>
              <w:smallCaps/>
              <w:sz w:val="18"/>
              <w:szCs w:val="20"/>
            </w:rPr>
            <w:t>MÉDICAMENTS POUR LE TRAITEMENT DE CHOC ANAPHYLACTIQUE DISPONIBLE</w:t>
          </w:r>
        </w:p>
      </w:tc>
    </w:tr>
  </w:tbl>
  <w:p w:rsidR="00664B42" w:rsidRDefault="00664B42" w:rsidP="006D1CD5">
    <w:pPr>
      <w:spacing w:before="0" w:after="0"/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875AFE" w:rsidTr="00501D76">
      <w:trPr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</w:sdtPr>
        <w:sdtEndPr>
          <w:rPr>
            <w:rStyle w:val="Style7"/>
          </w:rPr>
        </w:sdtEndPr>
        <w:sdtContent>
          <w:tc>
            <w:tcPr>
              <w:tcW w:w="9347" w:type="dxa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:rsidR="00875AFE" w:rsidRPr="00875AFE" w:rsidRDefault="00B01DE7" w:rsidP="00B01DE7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proofErr w:type="spellStart"/>
              <w:r>
                <w:rPr>
                  <w:rStyle w:val="Style7"/>
                </w:rPr>
                <w:t>Belimumab</w:t>
              </w:r>
              <w:proofErr w:type="spellEnd"/>
              <w:r>
                <w:rPr>
                  <w:rStyle w:val="Style7"/>
                </w:rPr>
                <w:t xml:space="preserve"> (</w:t>
              </w:r>
              <w:proofErr w:type="spellStart"/>
              <w:r>
                <w:rPr>
                  <w:rStyle w:val="Style7"/>
                </w:rPr>
                <w:t>Benlysta</w:t>
              </w:r>
              <w:r w:rsidRPr="00B01DE7">
                <w:rPr>
                  <w:rStyle w:val="Style7"/>
                  <w:vertAlign w:val="superscript"/>
                </w:rPr>
                <w:t>md</w:t>
              </w:r>
              <w:proofErr w:type="spellEnd"/>
              <w:r>
                <w:rPr>
                  <w:rStyle w:val="Style7"/>
                </w:rPr>
                <w:t>)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6"/>
      <w:gridCol w:w="4536"/>
      <w:gridCol w:w="709"/>
      <w:gridCol w:w="2268"/>
      <w:gridCol w:w="4061"/>
    </w:tblGrid>
    <w:tr w:rsidR="00891BD4" w:rsidRPr="00991F8D" w:rsidTr="00E474FF">
      <w:trPr>
        <w:trHeight w:val="454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91BD4" w:rsidRPr="00991F8D" w:rsidRDefault="00891BD4" w:rsidP="00E474FF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="00B01DE7"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B271AE" w:rsidRDefault="00B01DE7" w:rsidP="00E474FF">
          <w:pPr>
            <w:spacing w:before="120" w:after="0"/>
            <w:jc w:val="left"/>
          </w:pPr>
          <w:r>
            <w:t xml:space="preserve">Lupus érythémateux disséminé, </w:t>
          </w:r>
        </w:p>
        <w:p w:rsidR="00891BD4" w:rsidRPr="00991F8D" w:rsidRDefault="00B01DE7" w:rsidP="00B271AE">
          <w:pPr>
            <w:spacing w:before="0" w:after="0"/>
            <w:jc w:val="left"/>
          </w:pPr>
          <w:r>
            <w:t>Néphrite lupique</w:t>
          </w: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  <w:color w:val="00B050"/>
            </w:rPr>
          </w:pPr>
          <w:r w:rsidRPr="00991F8D">
            <w:rPr>
              <w:b/>
            </w:rPr>
            <w:t>Classe thérapeutique</w:t>
          </w:r>
          <w:r w:rsidRPr="00991F8D"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91BD4" w:rsidRPr="00363019" w:rsidRDefault="00B01DE7" w:rsidP="00E474FF">
          <w:pPr>
            <w:spacing w:before="120" w:after="0"/>
            <w:jc w:val="left"/>
          </w:pPr>
          <w:r>
            <w:t>Immunosuppresseur (anticorps monoclonal IgG1 lambda)</w:t>
          </w:r>
        </w:p>
      </w:tc>
    </w:tr>
  </w:tbl>
  <w:p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4B484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5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6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88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4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7"/>
  </w:num>
  <w:num w:numId="89">
    <w:abstractNumId w:val="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E7"/>
    <w:rsid w:val="00001465"/>
    <w:rsid w:val="00001DBE"/>
    <w:rsid w:val="00002AF7"/>
    <w:rsid w:val="00002E89"/>
    <w:rsid w:val="00004930"/>
    <w:rsid w:val="00005035"/>
    <w:rsid w:val="00012765"/>
    <w:rsid w:val="0001492A"/>
    <w:rsid w:val="00020722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743C0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23119"/>
    <w:rsid w:val="003306E6"/>
    <w:rsid w:val="00333E0A"/>
    <w:rsid w:val="00337023"/>
    <w:rsid w:val="00337A40"/>
    <w:rsid w:val="00345F00"/>
    <w:rsid w:val="00352774"/>
    <w:rsid w:val="003547D7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B4845"/>
    <w:rsid w:val="004C0705"/>
    <w:rsid w:val="004C510C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2470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44CF6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ACB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6FD8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7F6B67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B4FBA"/>
    <w:rsid w:val="008C13EC"/>
    <w:rsid w:val="008C26D1"/>
    <w:rsid w:val="008C370C"/>
    <w:rsid w:val="008D0EDE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B59CB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1DE7"/>
    <w:rsid w:val="00B04BAF"/>
    <w:rsid w:val="00B05E40"/>
    <w:rsid w:val="00B06D20"/>
    <w:rsid w:val="00B06DE3"/>
    <w:rsid w:val="00B13AF8"/>
    <w:rsid w:val="00B22704"/>
    <w:rsid w:val="00B271AE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A632C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46E6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17C0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06D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668D8"/>
    <w:rsid w:val="00E724ED"/>
    <w:rsid w:val="00E75177"/>
    <w:rsid w:val="00E77CD9"/>
    <w:rsid w:val="00E84C40"/>
    <w:rsid w:val="00E87A96"/>
    <w:rsid w:val="00E87D93"/>
    <w:rsid w:val="00E87E86"/>
    <w:rsid w:val="00E9042A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4E7C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DSP\080-PHARMACIE-CHUS\Cahier%2012B%20(restaure)\NOUVELLE%20VERSION%20Standardisation%2012B\Gabarit%20et%20harmonisation%20des%20fiches\Gabarit_Fiche-(11-202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36184B87634826ACD9BF345960AA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461E6-BFA9-454E-9617-188A6A8FCFD1}"/>
      </w:docPartPr>
      <w:docPartBody>
        <w:p w:rsidR="00602FC3" w:rsidRDefault="00602FC3">
          <w:pPr>
            <w:pStyle w:val="3A36184B87634826ACD9BF345960AAA7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D4D85A031654B8D86B19CF6DA8201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21BEF1-8F34-4971-B58E-1CB7CE6CE0EA}"/>
      </w:docPartPr>
      <w:docPartBody>
        <w:p w:rsidR="00602FC3" w:rsidRDefault="00602FC3">
          <w:pPr>
            <w:pStyle w:val="8D4D85A031654B8D86B19CF6DA8201E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CFC39AC3A534815B1C92F5628D9D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FB89A4-FFFF-4F39-AF0E-515574AF7A19}"/>
      </w:docPartPr>
      <w:docPartBody>
        <w:p w:rsidR="00602FC3" w:rsidRDefault="00602FC3">
          <w:pPr>
            <w:pStyle w:val="FCFC39AC3A534815B1C92F5628D9D60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C3"/>
    <w:rsid w:val="0060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652760282AC44802B6CE04E792E93291">
    <w:name w:val="652760282AC44802B6CE04E792E93291"/>
  </w:style>
  <w:style w:type="paragraph" w:customStyle="1" w:styleId="3A36184B87634826ACD9BF345960AAA7">
    <w:name w:val="3A36184B87634826ACD9BF345960AAA7"/>
  </w:style>
  <w:style w:type="paragraph" w:customStyle="1" w:styleId="8D4D85A031654B8D86B19CF6DA8201E1">
    <w:name w:val="8D4D85A031654B8D86B19CF6DA8201E1"/>
  </w:style>
  <w:style w:type="paragraph" w:customStyle="1" w:styleId="FCFC39AC3A534815B1C92F5628D9D603">
    <w:name w:val="FCFC39AC3A534815B1C92F5628D9D6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652760282AC44802B6CE04E792E93291">
    <w:name w:val="652760282AC44802B6CE04E792E93291"/>
  </w:style>
  <w:style w:type="paragraph" w:customStyle="1" w:styleId="3A36184B87634826ACD9BF345960AAA7">
    <w:name w:val="3A36184B87634826ACD9BF345960AAA7"/>
  </w:style>
  <w:style w:type="paragraph" w:customStyle="1" w:styleId="8D4D85A031654B8D86B19CF6DA8201E1">
    <w:name w:val="8D4D85A031654B8D86B19CF6DA8201E1"/>
  </w:style>
  <w:style w:type="paragraph" w:customStyle="1" w:styleId="FCFC39AC3A534815B1C92F5628D9D603">
    <w:name w:val="FCFC39AC3A534815B1C92F5628D9D6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37DB9-AC5B-4862-93E4-C877B3E7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Gabarit_Fiche-(11-2020)</Template>
  <TotalTime>0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Cloutier</dc:creator>
  <cp:lastModifiedBy>Sylvie Cloutier</cp:lastModifiedBy>
  <cp:revision>4</cp:revision>
  <cp:lastPrinted>2019-03-06T19:59:00Z</cp:lastPrinted>
  <dcterms:created xsi:type="dcterms:W3CDTF">2024-09-12T14:23:00Z</dcterms:created>
  <dcterms:modified xsi:type="dcterms:W3CDTF">2024-09-12T14:30:00Z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